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08E" w:rsidRDefault="00257311">
      <w:pPr>
        <w:rPr>
          <w:b/>
        </w:rPr>
      </w:pPr>
      <w:r w:rsidRPr="00257311">
        <w:rPr>
          <w:b/>
        </w:rPr>
        <w:t>SE13 SHP Plenary on storytelling</w:t>
      </w:r>
    </w:p>
    <w:p w:rsidR="00257311" w:rsidRDefault="00257311">
      <w:pPr>
        <w:rPr>
          <w:b/>
        </w:rPr>
      </w:pPr>
    </w:p>
    <w:p w:rsidR="008E1F68" w:rsidRDefault="008E1F68">
      <w:r>
        <w:t xml:space="preserve">For the full </w:t>
      </w:r>
      <w:r w:rsidR="0015108E">
        <w:t>presentation</w:t>
      </w:r>
      <w:r>
        <w:t xml:space="preserve"> please click on the link below which will take you to a Google Drive where a zipped folder can be downloaded:</w:t>
      </w:r>
    </w:p>
    <w:p w:rsidR="0015108E" w:rsidRDefault="00257311">
      <w:hyperlink r:id="rId5" w:history="1">
        <w:r w:rsidRPr="00711AFE">
          <w:rPr>
            <w:rStyle w:val="Hyperlink"/>
          </w:rPr>
          <w:t>https://drive.google.com/file/d/1nrmXhcRJejGfJjyTGv0F_dV1HB9DADK5/view?usp=sharing</w:t>
        </w:r>
      </w:hyperlink>
    </w:p>
    <w:p w:rsidR="00257311" w:rsidRDefault="00257311">
      <w:bookmarkStart w:id="0" w:name="_GoBack"/>
      <w:bookmarkEnd w:id="0"/>
    </w:p>
    <w:p w:rsidR="0015108E" w:rsidRDefault="0015108E"/>
    <w:sectPr w:rsidR="001510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F68"/>
    <w:rsid w:val="00004968"/>
    <w:rsid w:val="0015108E"/>
    <w:rsid w:val="00257311"/>
    <w:rsid w:val="003968FF"/>
    <w:rsid w:val="008D32FB"/>
    <w:rsid w:val="008E1F68"/>
    <w:rsid w:val="00CF4969"/>
    <w:rsid w:val="00D47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E1F6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E1F6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rive.google.com/file/d/1nrmXhcRJejGfJjyTGv0F_dV1HB9DADK5/view?usp=shari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E6F9837C</Template>
  <TotalTime>3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Redland Green School</Company>
  <LinksUpToDate>false</LinksUpToDate>
  <CharactersWithSpaces>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Kennett</dc:creator>
  <cp:lastModifiedBy>Richard Kennett</cp:lastModifiedBy>
  <cp:revision>4</cp:revision>
  <dcterms:created xsi:type="dcterms:W3CDTF">2018-04-13T06:07:00Z</dcterms:created>
  <dcterms:modified xsi:type="dcterms:W3CDTF">2018-04-13T06:11:00Z</dcterms:modified>
</cp:coreProperties>
</file>